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20AC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19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989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7" ma:contentTypeDescription="Create a new document." ma:contentTypeScope="" ma:versionID="88eee0a9fe40944bb1541e83dddd9827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a5711da740275c1007a00fc2fccd8de0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3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3C364F-05E6-44CB-BA88-B75D72234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e0ab4-5a56-490b-8f82-91038a55f73c"/>
    <ds:schemaRef ds:uri="a38c399c-8ff7-4174-a2b7-36aff2312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6</cp:revision>
  <cp:lastPrinted>2022-02-02T06:39:00Z</cp:lastPrinted>
  <dcterms:created xsi:type="dcterms:W3CDTF">2023-10-05T03:47:00Z</dcterms:created>
  <dcterms:modified xsi:type="dcterms:W3CDTF">2025-03-05T02:37:00Z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</Properties>
</file>